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  <w:sz w:val="36"/>
        </w:rPr>
        <w:t>5</w:t>
      </w:r>
      <w:r w:rsidRPr="001672F7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>综合练习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,15</w:t>
      </w:r>
      <w:r w:rsidRPr="001672F7">
        <w:rPr>
          <w:rFonts w:ascii="Times New Roman" w:eastAsia="楷体" w:hAnsi="楷体"/>
          <w:color w:val="000000" w:themeColor="text1"/>
          <w:sz w:val="26"/>
        </w:rPr>
        <w:t>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2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选择相应的图片。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F73157D" wp14:editId="2D0C42B0">
            <wp:extent cx="4292280" cy="735840"/>
            <wp:effectExtent l="0" t="0" r="0" b="0"/>
            <wp:docPr id="91" name="TE8KRG29.eps" descr="id:21474850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228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A673187" wp14:editId="73E3EED7">
            <wp:extent cx="4215960" cy="582840"/>
            <wp:effectExtent l="0" t="0" r="0" b="0"/>
            <wp:docPr id="92" name="TE8KRG30.eps" descr="id:2147485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5960" cy="5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A4EB667" wp14:editId="08B8507C">
            <wp:extent cx="4240440" cy="582840"/>
            <wp:effectExtent l="0" t="0" r="0" b="0"/>
            <wp:docPr id="93" name="TE8KRG31.eps" descr="id:2147485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0440" cy="5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1F447F7" wp14:editId="33799AEF">
            <wp:extent cx="4318200" cy="582840"/>
            <wp:effectExtent l="0" t="0" r="0" b="0"/>
            <wp:docPr id="94" name="TE8KRG32.eps" descr="id:21474850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200" cy="5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B39923F" wp14:editId="4AAC6968">
            <wp:extent cx="4102560" cy="596520"/>
            <wp:effectExtent l="0" t="0" r="0" b="0"/>
            <wp:docPr id="95" name="TE8KRG33.eps" descr="id:21474850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02560" cy="5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friendly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delicious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sunny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Mutton noodles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Beef dumplings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Chicken soup</w:t>
      </w:r>
    </w:p>
    <w:p w:rsidR="00DA511D" w:rsidRPr="001672F7" w:rsidRDefault="00DA511D" w:rsidP="001632BF">
      <w:pPr>
        <w:tabs>
          <w:tab w:val="left" w:pos="1871"/>
          <w:tab w:val="left" w:pos="3407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One piece of bread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cup of tea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  <w:r w:rsidR="001632BF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Two spoons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3:30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20 seconds ago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30 minutes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he does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 can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there was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第三节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听第一段对话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11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eastAsia="方正宋黑_GBK"/>
          <w:color w:val="000000" w:themeColor="text1"/>
        </w:rPr>
        <w:t>题。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the boy want to cook?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Fried noodles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Fried rice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Dumplings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lastRenderedPageBreak/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should the boy do finally?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Add some salt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Add the rice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Fry the meat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听第二段对话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13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14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eastAsia="方正宋黑_GBK"/>
          <w:color w:val="000000" w:themeColor="text1"/>
        </w:rPr>
        <w:t>题。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Why doesn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Tom like the bread?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too hot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too dry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too sweet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is Tom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favorite food?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Hamburgers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Salad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Noodles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time does Tom usually have lunch?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12:00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12:30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12:40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从短文前的选项中选出能填入空白处的最佳选项。选项中有一个为多余选项。</w:t>
      </w:r>
    </w:p>
    <w:p w:rsidR="00DA511D" w:rsidRPr="001672F7" w:rsidRDefault="00DA511D" w:rsidP="001632B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with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yourself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First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pour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oven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add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There are many lovely cupcakes in the bakery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Do you like eating cupcakes?Do you know that you can make them by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16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?Last week, I learned how to make them from the Internet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Now let me tell you about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just need to prepare a few simple ingredients, such as flour, eggs, sugar, milk and salt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Of course,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forget to buy some small paper cups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17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, mix flour, sugar and salt together in a big bowl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Next,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18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 eggs one by one to the batter (</w:t>
      </w:r>
      <w:r w:rsidRPr="001672F7">
        <w:rPr>
          <w:rFonts w:ascii="Times New Roman" w:eastAsia="宋体" w:hAnsi="宋体"/>
          <w:color w:val="000000" w:themeColor="text1"/>
        </w:rPr>
        <w:t>面糊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Then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19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milk into the bowl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Carefully fill the paper cups almost to the top with batter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put them into an oven and bake them for 20 minutes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Finally, take them out of the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20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and you can taste your cupcakes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will be more delicious if you add some jam (</w:t>
      </w:r>
      <w:r w:rsidRPr="001672F7">
        <w:rPr>
          <w:rFonts w:ascii="Times New Roman" w:eastAsia="宋体" w:hAnsi="宋体"/>
          <w:color w:val="000000" w:themeColor="text1"/>
        </w:rPr>
        <w:t>果酱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think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enjoyable for you to make cupcakes at home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阅读下面一个语篇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从每题所给的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/>
          <w:color w:val="000000" w:themeColor="text1"/>
        </w:rPr>
        <w:t>三个选项中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选出最佳选项。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Many students like bubble milk tea (</w:t>
      </w:r>
      <w:r w:rsidRPr="001672F7">
        <w:rPr>
          <w:rFonts w:ascii="Times New Roman" w:eastAsia="宋体" w:hAnsi="宋体"/>
          <w:color w:val="000000" w:themeColor="text1"/>
        </w:rPr>
        <w:t>珍珠奶茶</w:t>
      </w:r>
      <w:r w:rsidRPr="001672F7">
        <w:rPr>
          <w:rFonts w:ascii="Times New Roman" w:eastAsia="宋体" w:hAnsi="宋体"/>
          <w:color w:val="000000" w:themeColor="text1"/>
        </w:rPr>
        <w:t>), because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delicious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do you know how to make it at home?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What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you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need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eastAsia="NEU-BZ-S92"/>
          <w:color w:val="000000" w:themeColor="text1"/>
        </w:rPr>
        <w:t>★</w:t>
      </w:r>
      <w:r w:rsidRPr="001672F7">
        <w:rPr>
          <w:rFonts w:ascii="Times New Roman" w:eastAsia="宋体" w:hAnsi="宋体"/>
          <w:color w:val="000000" w:themeColor="text1"/>
        </w:rPr>
        <w:t>water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eastAsia="NEU-BZ-S92"/>
          <w:color w:val="000000" w:themeColor="text1"/>
        </w:rPr>
        <w:t>★</w:t>
      </w:r>
      <w:r w:rsidRPr="001672F7">
        <w:rPr>
          <w:rFonts w:ascii="Times New Roman" w:eastAsia="宋体" w:hAnsi="宋体"/>
          <w:color w:val="000000" w:themeColor="text1"/>
        </w:rPr>
        <w:t>tapioca pearls (</w:t>
      </w:r>
      <w:r w:rsidRPr="001672F7">
        <w:rPr>
          <w:rFonts w:ascii="Times New Roman" w:eastAsia="宋体" w:hAnsi="宋体"/>
          <w:color w:val="000000" w:themeColor="text1"/>
        </w:rPr>
        <w:t>木薯珍珠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eastAsia="NEU-BZ-S92"/>
          <w:color w:val="000000" w:themeColor="text1"/>
        </w:rPr>
        <w:t>★</w:t>
      </w:r>
      <w:r w:rsidRPr="001672F7">
        <w:rPr>
          <w:rFonts w:ascii="Times New Roman" w:eastAsia="宋体" w:hAnsi="宋体"/>
          <w:color w:val="000000" w:themeColor="text1"/>
        </w:rPr>
        <w:t>black tea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eastAsia="NEU-BZ-S92"/>
          <w:color w:val="000000" w:themeColor="text1"/>
        </w:rPr>
        <w:t>★</w:t>
      </w:r>
      <w:r w:rsidRPr="001672F7">
        <w:rPr>
          <w:rFonts w:ascii="Times New Roman" w:eastAsia="宋体" w:hAnsi="宋体"/>
          <w:color w:val="000000" w:themeColor="text1"/>
        </w:rPr>
        <w:t>white sugar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eastAsia="NEU-BZ-S92"/>
          <w:color w:val="000000" w:themeColor="text1"/>
        </w:rPr>
        <w:t>★</w:t>
      </w:r>
      <w:r w:rsidRPr="001672F7">
        <w:rPr>
          <w:rFonts w:ascii="Times New Roman" w:eastAsia="宋体" w:hAnsi="宋体"/>
          <w:color w:val="000000" w:themeColor="text1"/>
        </w:rPr>
        <w:t>milk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lastRenderedPageBreak/>
        <w:t>How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to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make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it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·</w:t>
      </w:r>
      <w:r w:rsidRPr="001672F7">
        <w:rPr>
          <w:rFonts w:ascii="Times New Roman" w:eastAsia="宋体" w:hAnsi="宋体"/>
          <w:color w:val="000000" w:themeColor="text1"/>
        </w:rPr>
        <w:t>Put 1/2 cup of water and 1/2 cup of sugar in a pot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cook them for 5 minutes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After that, you will get some syrup (</w:t>
      </w:r>
      <w:r w:rsidRPr="001672F7">
        <w:rPr>
          <w:rFonts w:ascii="Times New Roman" w:eastAsia="宋体" w:hAnsi="宋体"/>
          <w:color w:val="000000" w:themeColor="text1"/>
        </w:rPr>
        <w:t>糖浆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Put the syrup in a cup and let it cool down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·</w:t>
      </w:r>
      <w:r w:rsidRPr="001672F7">
        <w:rPr>
          <w:rFonts w:ascii="Times New Roman" w:eastAsia="宋体" w:hAnsi="宋体"/>
          <w:color w:val="000000" w:themeColor="text1"/>
        </w:rPr>
        <w:t>Add 1/2 cup of tapioca pearls into hot water and cook them for 8 minutes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put the pearls in cold water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After 2 minutes, take the pearls out of the cold water, and mix them with half of the syrup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·</w:t>
      </w:r>
      <w:r w:rsidRPr="001672F7">
        <w:rPr>
          <w:rFonts w:ascii="Times New Roman" w:eastAsia="宋体" w:hAnsi="宋体"/>
          <w:color w:val="000000" w:themeColor="text1"/>
        </w:rPr>
        <w:t>Add some black tea leaves into hot water and cook them for 10 minutes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take out the tea leaves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·</w:t>
      </w:r>
      <w:r w:rsidRPr="001672F7">
        <w:rPr>
          <w:rFonts w:ascii="Times New Roman" w:eastAsia="宋体" w:hAnsi="宋体"/>
          <w:color w:val="000000" w:themeColor="text1"/>
        </w:rPr>
        <w:t>Pour the tea, the rest of the syrup, and 1/4 cup of milk into a glass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add the tapioca pearls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Just enjoy your delicious bubble milk tea!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Which of the following do we need to make bubble milk tea?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Brown sugar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Black tea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Yogurt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To make bubble milk tea, we should first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make the syrup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wash tapioca pearls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pour the tea into a glass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long should tapioca pearls be in cold water?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2 minutes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5 minutes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10 minutes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text is probably taken from a(n)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storybook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food magazine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English dictionary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根据中文意思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补全英语译文。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宋体" w:hAnsi="宋体"/>
          <w:color w:val="000000" w:themeColor="text1"/>
        </w:rPr>
        <w:t>每空限填一词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缩写算一词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妈妈让我把苹果切碎做水果沙拉。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Mum asked me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the apples for the fruit salad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你怎么处理这把坏掉的雨伞</w:t>
      </w:r>
      <w:r w:rsidRPr="001672F7">
        <w:rPr>
          <w:rFonts w:ascii="Times New Roman" w:eastAsia="宋体" w:hAnsi="宋体"/>
          <w:color w:val="000000" w:themeColor="text1"/>
        </w:rPr>
        <w:t>?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What will you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the broken umbrella?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食谱上说我们需要把面粉和鸡蛋混合才能做蛋糕。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The recipe says we need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flour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eggs to make the cake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上周末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我和家人在小区附近的湖里划船。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Last weekend, my family and I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in the lake near our community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明天我们去徒步前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请把瓶子装满水。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Please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the bottle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water before we go hiking tomorrow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假如你是</w:t>
      </w:r>
      <w:r w:rsidRPr="001672F7">
        <w:rPr>
          <w:rFonts w:ascii="Times New Roman" w:eastAsia="宋体" w:hAnsi="宋体"/>
          <w:color w:val="000000" w:themeColor="text1"/>
        </w:rPr>
        <w:t>Jack,</w:t>
      </w:r>
      <w:r w:rsidRPr="001672F7">
        <w:rPr>
          <w:rFonts w:ascii="Times New Roman" w:eastAsia="宋体" w:hAnsi="宋体"/>
          <w:color w:val="000000" w:themeColor="text1"/>
        </w:rPr>
        <w:t>你的朋友</w:t>
      </w:r>
      <w:r w:rsidRPr="001672F7">
        <w:rPr>
          <w:rFonts w:ascii="Times New Roman" w:eastAsia="宋体" w:hAnsi="宋体"/>
          <w:color w:val="000000" w:themeColor="text1"/>
        </w:rPr>
        <w:t>Tom</w:t>
      </w:r>
      <w:r w:rsidRPr="001672F7">
        <w:rPr>
          <w:rFonts w:ascii="Times New Roman" w:eastAsia="宋体" w:hAnsi="宋体"/>
          <w:color w:val="000000" w:themeColor="text1"/>
        </w:rPr>
        <w:t>感冒了</w:t>
      </w:r>
      <w:r w:rsidRPr="001672F7">
        <w:rPr>
          <w:rFonts w:ascii="Times New Roman" w:eastAsia="宋体" w:hAnsi="宋体"/>
          <w:color w:val="000000" w:themeColor="text1"/>
        </w:rPr>
        <w:t>(have a cold)</w:t>
      </w:r>
      <w:r w:rsidRPr="001672F7">
        <w:rPr>
          <w:rFonts w:ascii="Times New Roman" w:eastAsia="宋体" w:hAnsi="宋体"/>
          <w:color w:val="000000" w:themeColor="text1"/>
        </w:rPr>
        <w:t>。他不想吃东西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所以你想向他推荐一种爽口的开胃菜</w:t>
      </w:r>
      <w:r w:rsidRPr="001672F7">
        <w:rPr>
          <w:rFonts w:ascii="Times New Roman" w:eastAsia="宋体" w:hAnsi="宋体"/>
          <w:color w:val="000000" w:themeColor="text1"/>
        </w:rPr>
        <w:t>(appetizer)</w:t>
      </w:r>
      <w:r w:rsidRPr="001672F7">
        <w:rPr>
          <w:rFonts w:ascii="Times New Roman" w:eastAsia="宋体" w:hAnsi="Times New Roman" w:cs="Times New Roman"/>
          <w:color w:val="000000" w:themeColor="text1"/>
        </w:rPr>
        <w:t>——</w:t>
      </w:r>
      <w:r w:rsidRPr="001672F7">
        <w:rPr>
          <w:rFonts w:ascii="Times New Roman" w:eastAsia="宋体" w:hAnsi="宋体"/>
          <w:color w:val="000000" w:themeColor="text1"/>
        </w:rPr>
        <w:t>果蔬沙拉。请你根据下列提示用英语写一封邮件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告诉他如何制作这种果蔬沙拉。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提示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将苹果、香蕉、梨和土豆去皮、切块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将土豆煮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ascii="Times New Roman" w:eastAsia="宋体" w:hAnsi="宋体"/>
          <w:color w:val="000000" w:themeColor="text1"/>
        </w:rPr>
        <w:t>分钟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将水果和土豆放入碗中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加入适量酸奶搅拌。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要求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邮件须包括所有提示要点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表达准确、语句通顺、意思连贯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词数</w:t>
      </w:r>
      <w:r w:rsidRPr="001672F7">
        <w:rPr>
          <w:rFonts w:ascii="Times New Roman" w:eastAsia="宋体" w:hAnsi="宋体"/>
          <w:color w:val="000000" w:themeColor="text1"/>
        </w:rPr>
        <w:t>80</w:t>
      </w:r>
      <w:r w:rsidRPr="001672F7">
        <w:rPr>
          <w:rFonts w:ascii="Times New Roman" w:eastAsia="宋体" w:hAnsi="宋体"/>
          <w:color w:val="000000" w:themeColor="text1"/>
        </w:rPr>
        <w:t>左右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开头和结尾已给出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不计入总词数。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Dear Tom,</w:t>
      </w:r>
    </w:p>
    <w:p w:rsidR="001632BF" w:rsidRPr="00513DA5" w:rsidRDefault="00DA511D" w:rsidP="001632BF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80"/>
        <w:rPr>
          <w:rFonts w:ascii="Times New Roman" w:eastAsia="宋体" w:hAnsi="宋体"/>
        </w:rPr>
      </w:pP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sorry to hear that you have a cold and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feel like eating anything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="001632BF" w:rsidRPr="001632BF">
        <w:rPr>
          <w:rFonts w:ascii="Times New Roman" w:eastAsia="宋体" w:hAnsi="宋体"/>
          <w:color w:val="FF0000"/>
          <w:u w:val="single" w:color="000000"/>
        </w:rPr>
        <w:t xml:space="preserve"> </w:t>
      </w:r>
      <w:r w:rsidR="001632BF" w:rsidRPr="00513DA5">
        <w:rPr>
          <w:rFonts w:ascii="Times New Roman" w:eastAsia="宋体" w:hAnsi="宋体"/>
          <w:color w:val="FF0000"/>
          <w:u w:val="single" w:color="000000"/>
        </w:rPr>
        <w:t> </w:t>
      </w:r>
      <w:r w:rsidR="001632BF"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632BF" w:rsidRPr="00513DA5" w:rsidRDefault="001632BF" w:rsidP="001632B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632BF" w:rsidRPr="00513DA5" w:rsidRDefault="001632BF" w:rsidP="001632B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632BF" w:rsidRPr="00513DA5" w:rsidRDefault="001632BF" w:rsidP="001632B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632BF" w:rsidRPr="00513DA5" w:rsidRDefault="001632BF" w:rsidP="001632B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632BF" w:rsidRPr="00513DA5" w:rsidRDefault="001632BF" w:rsidP="001632B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632BF" w:rsidRPr="00513DA5" w:rsidRDefault="001632BF" w:rsidP="001632B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632BF" w:rsidRPr="00513DA5" w:rsidRDefault="001632BF" w:rsidP="001632B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A511D" w:rsidRPr="001672F7" w:rsidRDefault="00DA511D" w:rsidP="001632B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easy, right?I hope you can enjoy the salad and get better soon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Yours,</w:t>
      </w:r>
    </w:p>
    <w:p w:rsidR="00DA511D" w:rsidRPr="001672F7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Jack</w:t>
      </w:r>
    </w:p>
    <w:p w:rsidR="00DA511D" w:rsidRPr="00C8411E" w:rsidRDefault="00DA511D" w:rsidP="00DA511D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t>参考答案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选择相应的图片。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W:Did you cook Russian soup at home yesterday afternoon, Paul?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M:Yes, I did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about putting some watermelon into the salad, Peter?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M:That sounds great!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do we need to make fruit salad?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M:We need some strawberries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your favorite fast food?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M:My favorite fast food is sandwiches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W:Honey is Lily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favorite food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like it too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do you think of the food in this restaurant?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kind of dumplings would you like to eat?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much butter do you need?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long should I cook the meat?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Can you make mashed potatoes?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M:Mum,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d like to make fried rice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Would you mind teaching me?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W:Of course not,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very easy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First, cut some cooked meat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Next, put some oil in the pan and fry the meat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M:Like this?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W:Yes, well done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Then, add the rice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M:What do I need to do after that?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W:You need to fry the rice for a few minutes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Finally, add some salt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M:Yeah, cooking is fun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听第二段对话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14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W:Hi, Tom!How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your new life in the UK?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M:Not bad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just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like the food here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W:What do people eat in the UK?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M:People like to eat bread, salad, hamburgers, fish and chips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like them, especially the bread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think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too dry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W:Then what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your favorite food?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M:Noodles!I can have them every 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W:When do you usually have lunch?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M:At 12:30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1632B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DA511D" w:rsidRPr="00E03514" w:rsidRDefault="00DA511D" w:rsidP="001632B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ACCBA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BBCCB</w:t>
      </w:r>
    </w:p>
    <w:p w:rsidR="00DA511D" w:rsidRPr="00E03514" w:rsidRDefault="00DA511D" w:rsidP="001632B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BABCB</w:t>
      </w:r>
    </w:p>
    <w:p w:rsidR="00DA511D" w:rsidRPr="00E03514" w:rsidRDefault="00DA511D" w:rsidP="001632B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BCFDE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24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BAAB</w:t>
      </w:r>
    </w:p>
    <w:p w:rsidR="00DA511D" w:rsidRPr="00E03514" w:rsidRDefault="00DA511D" w:rsidP="001632B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cut up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do with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mix;with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went boating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fill;with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Dear Tom,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I</w:t>
      </w:r>
      <w:r w:rsidRPr="00E03514">
        <w:rPr>
          <w:rFonts w:ascii="Times New Roman" w:eastAsia="宋体" w:hAnsi="Times New Roman"/>
          <w:color w:val="000000" w:themeColor="text1"/>
          <w:szCs w:val="24"/>
          <w:u w:val="single" w:color="000000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m sorry to hear that you have a cold and don</w:t>
      </w:r>
      <w:r w:rsidRPr="00E03514">
        <w:rPr>
          <w:rFonts w:ascii="Times New Roman" w:eastAsia="宋体" w:hAnsi="Times New Roman"/>
          <w:color w:val="000000" w:themeColor="text1"/>
          <w:szCs w:val="24"/>
          <w:u w:val="single" w:color="000000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t feel like eating anything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learned how to make a salad from my mother yesterday, and you can give it a try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easy to make, and I think it will be a great appetizer for you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 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You need to prepare an apple,a banana,a pear,a potato and some yogurt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First,peel all the fruit and the potato,and then cut them into small pieces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Next,put the pieces of the potato into a pot and boil them for fifteen minutes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Then,put everything into a big bowl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Finally,add some yogurt and mix them together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It</w:t>
      </w:r>
      <w:r w:rsidRPr="00E03514">
        <w:rPr>
          <w:rFonts w:ascii="Times New Roman" w:eastAsia="宋体" w:hAnsi="Times New Roman"/>
          <w:color w:val="000000" w:themeColor="text1"/>
          <w:szCs w:val="24"/>
          <w:u w:val="single" w:color="000000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s easy,right?I hope you can enjoy the salad and get better soon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Yours,</w:t>
      </w:r>
    </w:p>
    <w:p w:rsidR="00DA511D" w:rsidRPr="00E03514" w:rsidRDefault="00DA511D" w:rsidP="00DA511D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Jack</w:t>
      </w:r>
    </w:p>
    <w:p w:rsidR="00647169" w:rsidRPr="00B50CDA" w:rsidRDefault="00647169" w:rsidP="00B50CDA">
      <w:bookmarkStart w:id="0" w:name="_GoBack"/>
      <w:bookmarkEnd w:id="0"/>
    </w:p>
    <w:sectPr w:rsidR="00647169" w:rsidRPr="00B50CDA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2BF" w:rsidRDefault="001632BF" w:rsidP="001632BF">
      <w:r>
        <w:separator/>
      </w:r>
    </w:p>
  </w:endnote>
  <w:endnote w:type="continuationSeparator" w:id="0">
    <w:p w:rsidR="001632BF" w:rsidRDefault="001632BF" w:rsidP="0016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2BF" w:rsidRDefault="001632BF" w:rsidP="001632BF">
      <w:r>
        <w:separator/>
      </w:r>
    </w:p>
  </w:footnote>
  <w:footnote w:type="continuationSeparator" w:id="0">
    <w:p w:rsidR="001632BF" w:rsidRDefault="001632BF" w:rsidP="00163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1D"/>
    <w:rsid w:val="0008679E"/>
    <w:rsid w:val="00111A89"/>
    <w:rsid w:val="00126949"/>
    <w:rsid w:val="001632BF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A511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7EDD71-4C2E-4267-B60F-5B1208EC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11D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1632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632BF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1632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632BF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6</Pages>
  <Words>1606</Words>
  <Characters>5778</Characters>
  <Application>Microsoft Office Word</Application>
  <DocSecurity>0</DocSecurity>
  <Lines>48</Lines>
  <Paragraphs>14</Paragraphs>
  <ScaleCrop>false</ScaleCrop>
  <Company>微软中国</Company>
  <LinksUpToDate>false</LinksUpToDate>
  <CharactersWithSpaces>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2025-09-15T06:47:00Z</dcterms:created>
  <dcterms:modified xsi:type="dcterms:W3CDTF">2025-09-15T06:56:00Z</dcterms:modified>
</cp:coreProperties>
</file>